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D8" w:rsidRDefault="00233853">
      <w:pPr>
        <w:pStyle w:val="Standard"/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Modello C</w:t>
      </w:r>
    </w:p>
    <w:p w:rsidR="001A6DD8" w:rsidRDefault="001A6DD8">
      <w:pPr>
        <w:pStyle w:val="Standard"/>
        <w:jc w:val="right"/>
        <w:rPr>
          <w:b/>
          <w:sz w:val="28"/>
          <w:szCs w:val="28"/>
        </w:rPr>
      </w:pPr>
    </w:p>
    <w:p w:rsidR="001A6DD8" w:rsidRDefault="00233853">
      <w:pPr>
        <w:pStyle w:val="Standard"/>
        <w:jc w:val="center"/>
        <w:rPr>
          <w:b/>
        </w:rPr>
      </w:pPr>
      <w:r>
        <w:rPr>
          <w:b/>
        </w:rPr>
        <w:t>SCHEDA DI PRESENTAZIONE DEI SOGGETTI  CHE HANNO SVOLTO LE CONSULENZE</w:t>
      </w:r>
    </w:p>
    <w:p w:rsidR="001A6DD8" w:rsidRDefault="00233853">
      <w:pPr>
        <w:pStyle w:val="Standard"/>
        <w:jc w:val="center"/>
        <w:rPr>
          <w:b/>
        </w:rPr>
      </w:pPr>
      <w:r>
        <w:rPr>
          <w:b/>
        </w:rPr>
        <w:t>DI CUI ALLA VOCE J DELLE SPESE RENDICONATE</w:t>
      </w:r>
    </w:p>
    <w:p w:rsidR="001A6DD8" w:rsidRDefault="00233853">
      <w:pPr>
        <w:pStyle w:val="Standard"/>
        <w:ind w:right="-56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(da utilizzare solo qualora le consulenze rendicontate siano </w:t>
      </w:r>
      <w:r>
        <w:rPr>
          <w:sz w:val="20"/>
          <w:szCs w:val="20"/>
        </w:rPr>
        <w:t>state svolte da altri soggetti rispetto a quelli indicati in domanda)</w:t>
      </w:r>
    </w:p>
    <w:p w:rsidR="001A6DD8" w:rsidRDefault="00233853">
      <w:pPr>
        <w:pStyle w:val="Standard"/>
        <w:rPr>
          <w:b/>
        </w:rPr>
      </w:pPr>
      <w:r>
        <w:rPr>
          <w:b/>
        </w:rPr>
        <w:t>Nome e Cognome:…………………………………………………………….</w:t>
      </w:r>
    </w:p>
    <w:p w:rsidR="001A6DD8" w:rsidRDefault="00233853">
      <w:pPr>
        <w:pStyle w:val="Standard"/>
        <w:rPr>
          <w:b/>
        </w:rPr>
      </w:pPr>
      <w:r>
        <w:rPr>
          <w:b/>
        </w:rPr>
        <w:t>Società di appartenenza:…………………………………………………..</w:t>
      </w:r>
    </w:p>
    <w:p w:rsidR="001A6DD8" w:rsidRDefault="00233853">
      <w:pPr>
        <w:pStyle w:val="Standard"/>
        <w:rPr>
          <w:b/>
        </w:rPr>
      </w:pPr>
      <w:r>
        <w:rPr>
          <w:b/>
        </w:rPr>
        <w:t>Titolo di Studio (*):…………………………………………………………….</w:t>
      </w:r>
    </w:p>
    <w:p w:rsidR="001A6DD8" w:rsidRDefault="00233853">
      <w:pPr>
        <w:pStyle w:val="Standard"/>
        <w:rPr>
          <w:b/>
        </w:rPr>
      </w:pPr>
      <w:r>
        <w:rPr>
          <w:b/>
        </w:rPr>
        <w:t>Qualifica/Posizione:…………………………………………………………….</w:t>
      </w:r>
    </w:p>
    <w:p w:rsidR="001A6DD8" w:rsidRDefault="00233853">
      <w:pPr>
        <w:pStyle w:val="Standard"/>
        <w:rPr>
          <w:b/>
        </w:rPr>
      </w:pPr>
      <w:r>
        <w:rPr>
          <w:b/>
        </w:rPr>
        <w:t>Esperienz</w:t>
      </w:r>
      <w:r>
        <w:rPr>
          <w:b/>
        </w:rPr>
        <w:t>e Professionali svolte in precedenza ed attinenti l’iniziativa:</w:t>
      </w:r>
    </w:p>
    <w:p w:rsidR="001A6DD8" w:rsidRDefault="00233853">
      <w:pPr>
        <w:pStyle w:val="Standard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…………………………………………………………………………………………………………………………………………………………..</w:t>
      </w:r>
    </w:p>
    <w:p w:rsidR="001A6DD8" w:rsidRDefault="00233853">
      <w:pPr>
        <w:pStyle w:val="Standard"/>
        <w:rPr>
          <w:b/>
        </w:rPr>
      </w:pPr>
      <w:r>
        <w:rPr>
          <w:b/>
        </w:rPr>
        <w:t>Anni di Esperienza relativi alla prestazione resa (in coerenza con quanto indicato al punto precedente):</w:t>
      </w:r>
    </w:p>
    <w:p w:rsidR="001A6DD8" w:rsidRDefault="00233853">
      <w:pPr>
        <w:pStyle w:val="Standard"/>
        <w:rPr>
          <w:b/>
        </w:rPr>
      </w:pPr>
      <w:r>
        <w:rPr>
          <w:b/>
        </w:rPr>
        <w:t>……………………………………………………………………</w:t>
      </w:r>
      <w:r>
        <w:rPr>
          <w:b/>
        </w:rPr>
        <w:t>……………………………………………………………………………………..</w:t>
      </w:r>
    </w:p>
    <w:p w:rsidR="001A6DD8" w:rsidRDefault="00233853">
      <w:pPr>
        <w:pStyle w:val="Standard"/>
        <w:rPr>
          <w:b/>
        </w:rPr>
      </w:pPr>
      <w:r>
        <w:rPr>
          <w:b/>
        </w:rPr>
        <w:t>Conoscenza tecniche e competenze per realizzare le consulenze rendicontate:</w:t>
      </w:r>
    </w:p>
    <w:p w:rsidR="001A6DD8" w:rsidRDefault="00233853">
      <w:pPr>
        <w:pStyle w:val="Standard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</w:t>
      </w:r>
    </w:p>
    <w:p w:rsidR="001A6DD8" w:rsidRDefault="00233853">
      <w:pPr>
        <w:pStyle w:val="Standard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</w:t>
      </w:r>
    </w:p>
    <w:p w:rsidR="001A6DD8" w:rsidRDefault="00233853">
      <w:pPr>
        <w:pStyle w:val="Standard"/>
        <w:rPr>
          <w:b/>
        </w:rPr>
      </w:pPr>
      <w:r>
        <w:rPr>
          <w:b/>
        </w:rPr>
        <w:t>…………………………………………………………………</w:t>
      </w:r>
      <w:r>
        <w:rPr>
          <w:b/>
        </w:rPr>
        <w:t>…………………………………………………………………………………………</w:t>
      </w:r>
    </w:p>
    <w:p w:rsidR="001A6DD8" w:rsidRDefault="00233853">
      <w:pPr>
        <w:pStyle w:val="Standard"/>
        <w:rPr>
          <w:b/>
        </w:rPr>
      </w:pPr>
      <w:r>
        <w:rPr>
          <w:b/>
        </w:rPr>
        <w:t>Ruolo nel Progetto:</w:t>
      </w:r>
    </w:p>
    <w:p w:rsidR="001A6DD8" w:rsidRDefault="00233853">
      <w:pPr>
        <w:pStyle w:val="Standard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……………………………………………………………………………………………………………………………………………………………..</w:t>
      </w:r>
    </w:p>
    <w:p w:rsidR="001A6DD8" w:rsidRDefault="00233853">
      <w:pPr>
        <w:pStyle w:val="Standard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</w:t>
      </w:r>
    </w:p>
    <w:p w:rsidR="001A6DD8" w:rsidRDefault="00233853">
      <w:pPr>
        <w:pStyle w:val="Standard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</w:t>
      </w:r>
    </w:p>
    <w:p w:rsidR="001A6DD8" w:rsidRDefault="00233853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 (*) Per titoli di </w:t>
      </w:r>
      <w:r>
        <w:rPr>
          <w:sz w:val="20"/>
          <w:szCs w:val="20"/>
        </w:rPr>
        <w:t>studio si intende:</w:t>
      </w:r>
    </w:p>
    <w:p w:rsidR="001A6DD8" w:rsidRDefault="00233853">
      <w:pPr>
        <w:pStyle w:val="Standard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NOT: </w:t>
      </w:r>
      <w:r>
        <w:rPr>
          <w:sz w:val="20"/>
          <w:szCs w:val="20"/>
        </w:rPr>
        <w:tab/>
        <w:t>Nessun Titolo</w:t>
      </w:r>
    </w:p>
    <w:p w:rsidR="001A6DD8" w:rsidRDefault="00233853">
      <w:pPr>
        <w:pStyle w:val="Standard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LMI:</w:t>
      </w:r>
      <w:r>
        <w:rPr>
          <w:sz w:val="20"/>
          <w:szCs w:val="20"/>
        </w:rPr>
        <w:tab/>
        <w:t>Licenza media inferiore</w:t>
      </w:r>
    </w:p>
    <w:p w:rsidR="001A6DD8" w:rsidRDefault="00233853">
      <w:pPr>
        <w:pStyle w:val="Standard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DSS: </w:t>
      </w:r>
      <w:r>
        <w:rPr>
          <w:sz w:val="20"/>
          <w:szCs w:val="20"/>
        </w:rPr>
        <w:tab/>
        <w:t>Diploma scuola superiore</w:t>
      </w:r>
    </w:p>
    <w:p w:rsidR="001A6DD8" w:rsidRDefault="00233853">
      <w:pPr>
        <w:pStyle w:val="Standard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LAT: </w:t>
      </w:r>
      <w:r>
        <w:rPr>
          <w:sz w:val="20"/>
          <w:szCs w:val="20"/>
        </w:rPr>
        <w:tab/>
        <w:t>Laurea triennale</w:t>
      </w:r>
    </w:p>
    <w:p w:rsidR="001A6DD8" w:rsidRDefault="00233853">
      <w:pPr>
        <w:pStyle w:val="Standard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DOT: </w:t>
      </w:r>
      <w:r>
        <w:rPr>
          <w:sz w:val="20"/>
          <w:szCs w:val="20"/>
        </w:rPr>
        <w:tab/>
        <w:t>Dottorato</w:t>
      </w:r>
    </w:p>
    <w:p w:rsidR="001A6DD8" w:rsidRDefault="00233853">
      <w:pPr>
        <w:pStyle w:val="Standard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LAS: </w:t>
      </w:r>
      <w:r>
        <w:rPr>
          <w:sz w:val="20"/>
          <w:szCs w:val="20"/>
        </w:rPr>
        <w:tab/>
        <w:t>Laurea specialistica</w:t>
      </w:r>
    </w:p>
    <w:p w:rsidR="001A6DD8" w:rsidRDefault="001A6DD8">
      <w:pPr>
        <w:pStyle w:val="Standard"/>
        <w:spacing w:after="0" w:line="240" w:lineRule="auto"/>
        <w:rPr>
          <w:sz w:val="20"/>
          <w:szCs w:val="20"/>
        </w:rPr>
      </w:pPr>
    </w:p>
    <w:p w:rsidR="001A6DD8" w:rsidRDefault="001A6DD8">
      <w:pPr>
        <w:pStyle w:val="Standard"/>
        <w:spacing w:after="0" w:line="240" w:lineRule="auto"/>
        <w:rPr>
          <w:sz w:val="20"/>
          <w:szCs w:val="20"/>
        </w:rPr>
      </w:pPr>
    </w:p>
    <w:p w:rsidR="001A6DD8" w:rsidRDefault="00233853">
      <w:pPr>
        <w:pStyle w:val="Standard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N.b.: le informazioni richieste sono necessarie al fine dell’applicazione dei parametri U</w:t>
      </w:r>
      <w:r>
        <w:rPr>
          <w:sz w:val="20"/>
          <w:szCs w:val="20"/>
        </w:rPr>
        <w:t>.E., così come determinato al punto 5 ultimo comma, del Bando.</w:t>
      </w:r>
    </w:p>
    <w:p w:rsidR="001A6DD8" w:rsidRDefault="001A6DD8">
      <w:pPr>
        <w:pStyle w:val="Standard"/>
        <w:spacing w:after="0" w:line="240" w:lineRule="auto"/>
        <w:rPr>
          <w:sz w:val="20"/>
          <w:szCs w:val="20"/>
        </w:rPr>
      </w:pPr>
    </w:p>
    <w:p w:rsidR="001A6DD8" w:rsidRDefault="001A6DD8">
      <w:pPr>
        <w:pStyle w:val="Standard"/>
        <w:spacing w:after="0" w:line="240" w:lineRule="auto"/>
        <w:rPr>
          <w:sz w:val="20"/>
          <w:szCs w:val="20"/>
        </w:rPr>
      </w:pPr>
    </w:p>
    <w:p w:rsidR="001A6DD8" w:rsidRDefault="001A6DD8">
      <w:pPr>
        <w:pStyle w:val="Standard"/>
        <w:spacing w:after="0" w:line="240" w:lineRule="auto"/>
        <w:rPr>
          <w:sz w:val="20"/>
          <w:szCs w:val="20"/>
        </w:rPr>
      </w:pPr>
    </w:p>
    <w:p w:rsidR="001A6DD8" w:rsidRDefault="00233853">
      <w:pPr>
        <w:pStyle w:val="Standard"/>
        <w:spacing w:before="200"/>
        <w:ind w:left="3897" w:right="52" w:firstLine="351"/>
        <w:jc w:val="center"/>
      </w:pPr>
      <w:r>
        <w:rPr>
          <w:b/>
          <w:sz w:val="20"/>
          <w:szCs w:val="20"/>
        </w:rPr>
        <w:t>(documento da firmare digitalmente da parte del legale rappresentante del soggetto beneficiario)</w:t>
      </w:r>
    </w:p>
    <w:sectPr w:rsidR="001A6DD8" w:rsidSect="001A6DD8">
      <w:pgSz w:w="11905" w:h="16837"/>
      <w:pgMar w:top="851" w:right="1134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853" w:rsidRDefault="00233853" w:rsidP="001A6DD8">
      <w:pPr>
        <w:spacing w:after="0" w:line="240" w:lineRule="auto"/>
      </w:pPr>
      <w:r>
        <w:separator/>
      </w:r>
    </w:p>
  </w:endnote>
  <w:endnote w:type="continuationSeparator" w:id="0">
    <w:p w:rsidR="00233853" w:rsidRDefault="00233853" w:rsidP="001A6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853" w:rsidRDefault="00233853" w:rsidP="001A6DD8">
      <w:pPr>
        <w:spacing w:after="0" w:line="240" w:lineRule="auto"/>
      </w:pPr>
      <w:r w:rsidRPr="001A6DD8">
        <w:rPr>
          <w:color w:val="000000"/>
        </w:rPr>
        <w:separator/>
      </w:r>
    </w:p>
  </w:footnote>
  <w:footnote w:type="continuationSeparator" w:id="0">
    <w:p w:rsidR="00233853" w:rsidRDefault="00233853" w:rsidP="001A6D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attachedTemplate r:id="rId1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6DD8"/>
    <w:rsid w:val="001A6DD8"/>
    <w:rsid w:val="00233853"/>
    <w:rsid w:val="00455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Arial Unicode MS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A6DD8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1A6DD8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1A6DD8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1A6DD8"/>
    <w:pPr>
      <w:spacing w:after="120"/>
    </w:pPr>
  </w:style>
  <w:style w:type="paragraph" w:styleId="Elenco">
    <w:name w:val="List"/>
    <w:basedOn w:val="Textbody"/>
    <w:rsid w:val="001A6DD8"/>
  </w:style>
  <w:style w:type="paragraph" w:customStyle="1" w:styleId="Caption">
    <w:name w:val="Caption"/>
    <w:basedOn w:val="Standard"/>
    <w:rsid w:val="001A6DD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1A6DD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Merlo Roberto</dc:creator>
  <cp:lastModifiedBy>merlor</cp:lastModifiedBy>
  <cp:revision>2</cp:revision>
  <dcterms:created xsi:type="dcterms:W3CDTF">2015-10-08T08:44:00Z</dcterms:created>
  <dcterms:modified xsi:type="dcterms:W3CDTF">2015-10-08T08:44:00Z</dcterms:modified>
</cp:coreProperties>
</file>